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0B01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7506"/>
      </w:tblGrid>
      <w:tr w:rsidR="00F1480E" w14:paraId="44490F47" w14:textId="77777777" w:rsidTr="008F393C">
        <w:tc>
          <w:tcPr>
            <w:tcW w:w="2122" w:type="dxa"/>
          </w:tcPr>
          <w:p w14:paraId="5121126A" w14:textId="77777777" w:rsidR="00F1480E" w:rsidRPr="005404CB" w:rsidRDefault="00830267" w:rsidP="005404CB">
            <w:pPr>
              <w:pStyle w:val="SIText-Bold"/>
            </w:pPr>
            <w:r w:rsidRPr="00A326C2">
              <w:t>Release</w:t>
            </w:r>
          </w:p>
        </w:tc>
        <w:tc>
          <w:tcPr>
            <w:tcW w:w="7506" w:type="dxa"/>
          </w:tcPr>
          <w:p w14:paraId="7CCC4A3D" w14:textId="77777777" w:rsidR="00F1480E" w:rsidRPr="005404CB" w:rsidRDefault="00830267" w:rsidP="005404CB">
            <w:pPr>
              <w:pStyle w:val="SIText-Bold"/>
            </w:pPr>
            <w:r w:rsidRPr="00A326C2">
              <w:t>Comments</w:t>
            </w:r>
          </w:p>
        </w:tc>
      </w:tr>
      <w:tr w:rsidR="00216410" w14:paraId="38401F54" w14:textId="77777777" w:rsidTr="008F393C">
        <w:tc>
          <w:tcPr>
            <w:tcW w:w="2122" w:type="dxa"/>
          </w:tcPr>
          <w:p w14:paraId="41DC0038" w14:textId="0CED27DA" w:rsidR="00216410" w:rsidRPr="00216410" w:rsidRDefault="00216410" w:rsidP="00216410">
            <w:pPr>
              <w:pStyle w:val="SIText"/>
            </w:pPr>
            <w:r w:rsidRPr="00216410">
              <w:t>Release 1</w:t>
            </w:r>
          </w:p>
        </w:tc>
        <w:tc>
          <w:tcPr>
            <w:tcW w:w="7506" w:type="dxa"/>
          </w:tcPr>
          <w:p w14:paraId="30012DA0" w14:textId="0C83A240" w:rsidR="00216410" w:rsidRPr="00216410" w:rsidRDefault="00216410" w:rsidP="00216410">
            <w:pPr>
              <w:pStyle w:val="SIText"/>
            </w:pPr>
            <w:r w:rsidRPr="00216410">
              <w:t xml:space="preserve">This version released with AMP Meat Industry Training Package Version </w:t>
            </w:r>
            <w:r w:rsidR="0020197D">
              <w:t>8</w:t>
            </w:r>
            <w:r w:rsidRPr="00216410">
              <w:t>.0.</w:t>
            </w:r>
          </w:p>
        </w:tc>
      </w:tr>
    </w:tbl>
    <w:p w14:paraId="0EFEA8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7506"/>
      </w:tblGrid>
      <w:tr w:rsidR="00F1480E" w:rsidRPr="00963A46" w14:paraId="6AD74831" w14:textId="77777777" w:rsidTr="008F393C">
        <w:trPr>
          <w:tblHeader/>
        </w:trPr>
        <w:tc>
          <w:tcPr>
            <w:tcW w:w="1102" w:type="pct"/>
            <w:shd w:val="clear" w:color="auto" w:fill="auto"/>
          </w:tcPr>
          <w:p w14:paraId="5AA3EDB5" w14:textId="549DC2DE" w:rsidR="00F1480E" w:rsidRPr="008F393C" w:rsidRDefault="0032789C" w:rsidP="001D67BD">
            <w:pPr>
              <w:pStyle w:val="SIUNITCODE"/>
              <w:rPr>
                <w:rStyle w:val="SITemporaryText-green"/>
                <w:color w:val="auto"/>
              </w:rPr>
            </w:pPr>
            <w:r w:rsidRPr="008F393C">
              <w:rPr>
                <w:rStyle w:val="SITemporaryText-green"/>
                <w:color w:val="auto"/>
              </w:rPr>
              <w:t>AMP</w:t>
            </w:r>
            <w:r w:rsidR="00D20725" w:rsidRPr="008F393C">
              <w:rPr>
                <w:rStyle w:val="SITemporaryText-green"/>
                <w:color w:val="auto"/>
              </w:rPr>
              <w:t>QU</w:t>
            </w:r>
            <w:r w:rsidRPr="008F393C">
              <w:rPr>
                <w:rStyle w:val="SITemporaryText-green"/>
                <w:color w:val="auto"/>
              </w:rPr>
              <w:t>A4</w:t>
            </w:r>
            <w:r w:rsidR="00D20725" w:rsidRPr="008F393C">
              <w:rPr>
                <w:rStyle w:val="SITemporaryText-green"/>
                <w:color w:val="auto"/>
              </w:rPr>
              <w:t>X</w:t>
            </w:r>
            <w:r w:rsidRPr="008F393C">
              <w:rPr>
                <w:rStyle w:val="SITemporaryText-green"/>
                <w:color w:val="auto"/>
              </w:rPr>
              <w:t>1</w:t>
            </w:r>
            <w:r w:rsidR="00D20725" w:rsidRPr="008F393C">
              <w:rPr>
                <w:rStyle w:val="SITemporaryText-green"/>
                <w:color w:val="auto"/>
              </w:rPr>
              <w:t>0</w:t>
            </w:r>
          </w:p>
        </w:tc>
        <w:tc>
          <w:tcPr>
            <w:tcW w:w="3898" w:type="pct"/>
            <w:shd w:val="clear" w:color="auto" w:fill="auto"/>
          </w:tcPr>
          <w:p w14:paraId="5DE30F85" w14:textId="22573CB4" w:rsidR="00F1480E" w:rsidRPr="005404CB" w:rsidRDefault="0032789C" w:rsidP="005404CB">
            <w:pPr>
              <w:pStyle w:val="SIUnittitle"/>
            </w:pPr>
            <w:r w:rsidRPr="0032789C">
              <w:t xml:space="preserve">Manage the collection, monitoring and </w:t>
            </w:r>
            <w:r w:rsidR="00443F14">
              <w:t>interpretation</w:t>
            </w:r>
            <w:r w:rsidR="00443F14" w:rsidRPr="00443F14">
              <w:t xml:space="preserve"> </w:t>
            </w:r>
            <w:r w:rsidRPr="0032789C">
              <w:t xml:space="preserve">of animal health data from a meat processing </w:t>
            </w:r>
            <w:r w:rsidR="001D67BD" w:rsidRPr="00443F14">
              <w:rPr>
                <w:rStyle w:val="SITemporaryText-green"/>
              </w:rPr>
              <w:t>premises</w:t>
            </w:r>
          </w:p>
        </w:tc>
      </w:tr>
      <w:tr w:rsidR="00F1480E" w:rsidRPr="00963A46" w14:paraId="4607AD0F" w14:textId="77777777" w:rsidTr="008F393C">
        <w:tc>
          <w:tcPr>
            <w:tcW w:w="1102" w:type="pct"/>
            <w:shd w:val="clear" w:color="auto" w:fill="auto"/>
          </w:tcPr>
          <w:p w14:paraId="5FF968B3" w14:textId="77777777" w:rsidR="00F1480E" w:rsidRPr="005404CB" w:rsidRDefault="00FD557D" w:rsidP="005404CB">
            <w:pPr>
              <w:pStyle w:val="SIHeading2"/>
            </w:pPr>
            <w:r w:rsidRPr="00FD557D">
              <w:t>Application</w:t>
            </w:r>
          </w:p>
          <w:p w14:paraId="7E328041" w14:textId="77777777" w:rsidR="00FD557D" w:rsidRPr="00923720" w:rsidRDefault="00FD557D" w:rsidP="005404CB">
            <w:pPr>
              <w:pStyle w:val="SIHeading2"/>
            </w:pPr>
          </w:p>
        </w:tc>
        <w:tc>
          <w:tcPr>
            <w:tcW w:w="3898" w:type="pct"/>
            <w:shd w:val="clear" w:color="auto" w:fill="auto"/>
          </w:tcPr>
          <w:p w14:paraId="41322495" w14:textId="6EA9B5B8" w:rsidR="00216410" w:rsidRPr="00216410" w:rsidRDefault="00216410" w:rsidP="00216410">
            <w:pPr>
              <w:pStyle w:val="SIText"/>
            </w:pPr>
            <w:r w:rsidRPr="00216410">
              <w:t>This unit of competency describes the skills and knowledge required to manage the collection, monitoring and reporting of animal health data from a meat processing premises. Data may be collected in the lairage or on the slaughter floor. The data may be recorded manually on paper forms or using electronic technological aids such as touch screens or voice recognition.</w:t>
            </w:r>
          </w:p>
          <w:p w14:paraId="05769111" w14:textId="77777777" w:rsidR="0063475D" w:rsidRDefault="0063475D" w:rsidP="00216410">
            <w:pPr>
              <w:pStyle w:val="SIText"/>
            </w:pPr>
          </w:p>
          <w:p w14:paraId="3BB241AB" w14:textId="7F729940" w:rsidR="00216410" w:rsidRPr="00216410" w:rsidRDefault="00216410" w:rsidP="00216410">
            <w:pPr>
              <w:pStyle w:val="SIText"/>
            </w:pPr>
            <w:r w:rsidRPr="00216410">
              <w:t xml:space="preserve">The data collected can be provided as feedback to livestock owners and producers, as well as monitored and reported by the meat processor. In some cases, the data will be supplied in part or whole to a third party such as a state </w:t>
            </w:r>
            <w:r w:rsidR="001D67BD">
              <w:t>regulator</w:t>
            </w:r>
            <w:r w:rsidRPr="00216410">
              <w:t xml:space="preserve"> or a national database for further analysis to support extension, </w:t>
            </w:r>
            <w:proofErr w:type="gramStart"/>
            <w:r w:rsidRPr="00216410">
              <w:t>research</w:t>
            </w:r>
            <w:proofErr w:type="gramEnd"/>
            <w:r w:rsidRPr="00216410">
              <w:t xml:space="preserve"> or market access needs.</w:t>
            </w:r>
          </w:p>
          <w:p w14:paraId="33FDE20D" w14:textId="77777777" w:rsidR="0063475D" w:rsidRDefault="0063475D" w:rsidP="00216410">
            <w:pPr>
              <w:pStyle w:val="SIText"/>
            </w:pPr>
          </w:p>
          <w:p w14:paraId="408E1948" w14:textId="30A7E4B6" w:rsidR="00216410" w:rsidRPr="00216410" w:rsidRDefault="00216410" w:rsidP="00216410">
            <w:pPr>
              <w:pStyle w:val="SIText"/>
            </w:pPr>
            <w:r w:rsidRPr="00216410">
              <w:t>This unit applies to individuals who:</w:t>
            </w:r>
          </w:p>
          <w:p w14:paraId="266CC908" w14:textId="77777777" w:rsidR="00216410" w:rsidRPr="00216410" w:rsidRDefault="00216410" w:rsidP="0063475D">
            <w:pPr>
              <w:pStyle w:val="SIBulletList1"/>
            </w:pPr>
            <w:r w:rsidRPr="00216410">
              <w:t>have a working knowledge of the major animal pathological diseases and conditions that impact livestock production</w:t>
            </w:r>
          </w:p>
          <w:p w14:paraId="366904A2" w14:textId="77777777" w:rsidR="00216410" w:rsidRPr="00216410" w:rsidRDefault="00216410" w:rsidP="0063475D">
            <w:pPr>
              <w:pStyle w:val="SIBulletList1"/>
            </w:pPr>
            <w:r w:rsidRPr="00216410">
              <w:t>manage the collection of animal health data</w:t>
            </w:r>
          </w:p>
          <w:p w14:paraId="75E394B0" w14:textId="77777777" w:rsidR="00216410" w:rsidRPr="00216410" w:rsidRDefault="00216410" w:rsidP="0063475D">
            <w:pPr>
              <w:pStyle w:val="SIBulletList1"/>
            </w:pPr>
            <w:r w:rsidRPr="00216410">
              <w:t>organise uploading animal health data to a database, and monitor it</w:t>
            </w:r>
          </w:p>
          <w:p w14:paraId="36CC1BF9" w14:textId="77777777" w:rsidR="00216410" w:rsidRPr="00216410" w:rsidRDefault="00216410" w:rsidP="0063475D">
            <w:pPr>
              <w:pStyle w:val="SIBulletList1"/>
            </w:pPr>
            <w:r w:rsidRPr="00216410">
              <w:t>interpret animal health data in terms of the impact of the relevant pathological diseases on yield.</w:t>
            </w:r>
          </w:p>
          <w:p w14:paraId="7E631D5D" w14:textId="77777777" w:rsidR="0063475D" w:rsidRDefault="0063475D" w:rsidP="00216410">
            <w:pPr>
              <w:pStyle w:val="SIText"/>
            </w:pPr>
          </w:p>
          <w:p w14:paraId="7ADB3185" w14:textId="2DD5CE96" w:rsidR="00373436" w:rsidRPr="000754EC" w:rsidRDefault="00216410" w:rsidP="00216410">
            <w:pPr>
              <w:pStyle w:val="SIText"/>
            </w:pPr>
            <w:r w:rsidRPr="00216410">
              <w:t>No licensing, legislative or certification requirements apply to this unit at the time of publication.</w:t>
            </w:r>
          </w:p>
        </w:tc>
      </w:tr>
      <w:tr w:rsidR="00F1480E" w:rsidRPr="00963A46" w14:paraId="697729D8" w14:textId="77777777" w:rsidTr="008F393C">
        <w:trPr>
          <w:trHeight w:val="283"/>
        </w:trPr>
        <w:tc>
          <w:tcPr>
            <w:tcW w:w="1102" w:type="pct"/>
            <w:shd w:val="clear" w:color="auto" w:fill="auto"/>
          </w:tcPr>
          <w:p w14:paraId="2F86E819" w14:textId="77777777" w:rsidR="00F1480E" w:rsidRPr="005404CB" w:rsidRDefault="00FD557D" w:rsidP="005404CB">
            <w:pPr>
              <w:pStyle w:val="SIHeading2"/>
            </w:pPr>
            <w:r w:rsidRPr="00923720">
              <w:t>Prerequisite Unit</w:t>
            </w:r>
          </w:p>
        </w:tc>
        <w:tc>
          <w:tcPr>
            <w:tcW w:w="3898" w:type="pct"/>
            <w:shd w:val="clear" w:color="auto" w:fill="auto"/>
          </w:tcPr>
          <w:p w14:paraId="6582E424" w14:textId="01D07F66" w:rsidR="00F1480E" w:rsidRPr="005404CB" w:rsidRDefault="00F1480E" w:rsidP="005404CB">
            <w:pPr>
              <w:pStyle w:val="SIText"/>
            </w:pPr>
            <w:r w:rsidRPr="008908DE">
              <w:t>Ni</w:t>
            </w:r>
            <w:r w:rsidR="007A300D" w:rsidRPr="005404CB">
              <w:t>l</w:t>
            </w:r>
          </w:p>
        </w:tc>
      </w:tr>
      <w:tr w:rsidR="00F1480E" w:rsidRPr="00963A46" w14:paraId="7931103C" w14:textId="77777777" w:rsidTr="008F393C">
        <w:tc>
          <w:tcPr>
            <w:tcW w:w="1102" w:type="pct"/>
            <w:shd w:val="clear" w:color="auto" w:fill="auto"/>
          </w:tcPr>
          <w:p w14:paraId="1B8D2B79" w14:textId="77777777" w:rsidR="00F1480E" w:rsidRPr="005404CB" w:rsidRDefault="00FD557D" w:rsidP="005404CB">
            <w:pPr>
              <w:pStyle w:val="SIHeading2"/>
            </w:pPr>
            <w:r w:rsidRPr="00923720">
              <w:t>Unit Sector</w:t>
            </w:r>
          </w:p>
        </w:tc>
        <w:tc>
          <w:tcPr>
            <w:tcW w:w="3898" w:type="pct"/>
            <w:shd w:val="clear" w:color="auto" w:fill="auto"/>
          </w:tcPr>
          <w:p w14:paraId="11C978EE" w14:textId="405D766E" w:rsidR="00F1480E" w:rsidRPr="001D67BD" w:rsidRDefault="00D20725" w:rsidP="001D67BD">
            <w:pPr>
              <w:pStyle w:val="SIText"/>
            </w:pPr>
            <w:r w:rsidRPr="008F393C">
              <w:rPr>
                <w:rStyle w:val="SITemporaryText-green"/>
                <w:color w:val="auto"/>
                <w:sz w:val="20"/>
              </w:rPr>
              <w:t>Quality Assurance (QUA)</w:t>
            </w:r>
          </w:p>
        </w:tc>
      </w:tr>
    </w:tbl>
    <w:p w14:paraId="6A48BC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7506"/>
      </w:tblGrid>
      <w:tr w:rsidR="00F1480E" w:rsidRPr="00963A46" w14:paraId="7F0E5C0A" w14:textId="77777777" w:rsidTr="008F393C">
        <w:trPr>
          <w:cantSplit/>
          <w:tblHeader/>
        </w:trPr>
        <w:tc>
          <w:tcPr>
            <w:tcW w:w="1102" w:type="pct"/>
            <w:tcBorders>
              <w:bottom w:val="single" w:sz="4" w:space="0" w:color="C0C0C0"/>
            </w:tcBorders>
            <w:shd w:val="clear" w:color="auto" w:fill="auto"/>
          </w:tcPr>
          <w:p w14:paraId="03730603" w14:textId="77777777" w:rsidR="00F1480E" w:rsidRPr="005404CB" w:rsidRDefault="00FD557D" w:rsidP="005404CB">
            <w:pPr>
              <w:pStyle w:val="SIHeading2"/>
            </w:pPr>
            <w:r w:rsidRPr="00923720">
              <w:t>E</w:t>
            </w:r>
            <w:r w:rsidRPr="005404CB">
              <w:t>lements</w:t>
            </w:r>
          </w:p>
        </w:tc>
        <w:tc>
          <w:tcPr>
            <w:tcW w:w="3898" w:type="pct"/>
            <w:tcBorders>
              <w:bottom w:val="single" w:sz="4" w:space="0" w:color="C0C0C0"/>
            </w:tcBorders>
            <w:shd w:val="clear" w:color="auto" w:fill="auto"/>
          </w:tcPr>
          <w:p w14:paraId="6EBA6054" w14:textId="77777777" w:rsidR="00F1480E" w:rsidRPr="005404CB" w:rsidRDefault="00FD557D" w:rsidP="005404CB">
            <w:pPr>
              <w:pStyle w:val="SIHeading2"/>
            </w:pPr>
            <w:r w:rsidRPr="00923720">
              <w:t>Performance Criteria</w:t>
            </w:r>
          </w:p>
        </w:tc>
      </w:tr>
      <w:tr w:rsidR="00F1480E" w:rsidRPr="00963A46" w14:paraId="70070EC5" w14:textId="77777777" w:rsidTr="008F393C">
        <w:trPr>
          <w:cantSplit/>
          <w:tblHeader/>
        </w:trPr>
        <w:tc>
          <w:tcPr>
            <w:tcW w:w="1102" w:type="pct"/>
            <w:tcBorders>
              <w:top w:val="single" w:sz="4" w:space="0" w:color="C0C0C0"/>
            </w:tcBorders>
            <w:shd w:val="clear" w:color="auto" w:fill="auto"/>
          </w:tcPr>
          <w:p w14:paraId="64EDF0A1"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898" w:type="pct"/>
            <w:tcBorders>
              <w:top w:val="single" w:sz="4" w:space="0" w:color="C0C0C0"/>
            </w:tcBorders>
            <w:shd w:val="clear" w:color="auto" w:fill="auto"/>
          </w:tcPr>
          <w:p w14:paraId="17353A3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1601E4" w:rsidRPr="00963A46" w14:paraId="3AB9D34D" w14:textId="77777777" w:rsidTr="008F393C">
        <w:trPr>
          <w:cantSplit/>
        </w:trPr>
        <w:tc>
          <w:tcPr>
            <w:tcW w:w="1102" w:type="pct"/>
            <w:shd w:val="clear" w:color="auto" w:fill="auto"/>
          </w:tcPr>
          <w:p w14:paraId="59CE7DA5" w14:textId="4C6D042A" w:rsidR="001601E4" w:rsidRPr="001601E4" w:rsidRDefault="001601E4" w:rsidP="001601E4">
            <w:pPr>
              <w:pStyle w:val="SIText"/>
            </w:pPr>
            <w:r w:rsidRPr="001601E4">
              <w:t>1. Identify the relevant animal diseases for data collection</w:t>
            </w:r>
          </w:p>
        </w:tc>
        <w:tc>
          <w:tcPr>
            <w:tcW w:w="3898" w:type="pct"/>
            <w:shd w:val="clear" w:color="auto" w:fill="auto"/>
          </w:tcPr>
          <w:p w14:paraId="0D45AE3B" w14:textId="77777777" w:rsidR="001601E4" w:rsidRPr="001601E4" w:rsidRDefault="001601E4" w:rsidP="001601E4">
            <w:pPr>
              <w:pStyle w:val="SIText"/>
            </w:pPr>
            <w:r w:rsidRPr="001601E4">
              <w:t>1.1 Identify endemic diseases and conditions to be recorded relevant to the enterprise and species</w:t>
            </w:r>
          </w:p>
          <w:p w14:paraId="4539C149" w14:textId="77777777" w:rsidR="001601E4" w:rsidRPr="001601E4" w:rsidRDefault="001601E4" w:rsidP="001601E4">
            <w:pPr>
              <w:pStyle w:val="SIText"/>
            </w:pPr>
            <w:r w:rsidRPr="001601E4">
              <w:t>1.2 Identify the standard to be applied to the recording of diseases and conditions at ante- and/or post-mortem</w:t>
            </w:r>
          </w:p>
          <w:p w14:paraId="53B8DBAB" w14:textId="77777777" w:rsidR="001601E4" w:rsidRPr="001601E4" w:rsidRDefault="001601E4" w:rsidP="001601E4">
            <w:pPr>
              <w:pStyle w:val="SIText"/>
            </w:pPr>
            <w:r w:rsidRPr="001601E4">
              <w:t>1.3 Identify the impact of the relevant diseases and conditions on yield and potential impact on carcase weights</w:t>
            </w:r>
          </w:p>
          <w:p w14:paraId="76F89D5C" w14:textId="75D01A44" w:rsidR="001601E4" w:rsidRPr="001601E4" w:rsidRDefault="001601E4" w:rsidP="001601E4">
            <w:pPr>
              <w:pStyle w:val="SIText"/>
            </w:pPr>
            <w:r w:rsidRPr="001601E4">
              <w:t>1.4 Identify sources of information, including veterinary advice, available to producers on strategies to reduce the incidence of diseases and conditions</w:t>
            </w:r>
          </w:p>
        </w:tc>
      </w:tr>
      <w:tr w:rsidR="001601E4" w:rsidRPr="00963A46" w14:paraId="032B5C1E" w14:textId="77777777" w:rsidTr="008F393C">
        <w:trPr>
          <w:cantSplit/>
        </w:trPr>
        <w:tc>
          <w:tcPr>
            <w:tcW w:w="1102" w:type="pct"/>
            <w:shd w:val="clear" w:color="auto" w:fill="auto"/>
          </w:tcPr>
          <w:p w14:paraId="05EC002D" w14:textId="6BDCC0D7" w:rsidR="001601E4" w:rsidRPr="001601E4" w:rsidRDefault="001601E4" w:rsidP="001601E4">
            <w:pPr>
              <w:pStyle w:val="SIText"/>
            </w:pPr>
            <w:r w:rsidRPr="001601E4">
              <w:t>2. Manage the collection and recording of animal health data</w:t>
            </w:r>
          </w:p>
        </w:tc>
        <w:tc>
          <w:tcPr>
            <w:tcW w:w="3898" w:type="pct"/>
            <w:shd w:val="clear" w:color="auto" w:fill="auto"/>
          </w:tcPr>
          <w:p w14:paraId="15EF59AA" w14:textId="6A6E16DF" w:rsidR="001601E4" w:rsidRPr="001601E4" w:rsidRDefault="001601E4" w:rsidP="001601E4">
            <w:pPr>
              <w:pStyle w:val="SIText"/>
            </w:pPr>
            <w:r w:rsidRPr="001601E4">
              <w:t xml:space="preserve">2.1 Identify the livestock diseases and conditions to be monitored at a specific </w:t>
            </w:r>
            <w:r w:rsidR="001D67BD">
              <w:t>premises</w:t>
            </w:r>
          </w:p>
          <w:p w14:paraId="1A4F9857" w14:textId="1C705523" w:rsidR="001601E4" w:rsidRPr="001601E4" w:rsidRDefault="001601E4" w:rsidP="001601E4">
            <w:pPr>
              <w:pStyle w:val="SIText"/>
            </w:pPr>
            <w:r w:rsidRPr="001601E4">
              <w:t xml:space="preserve">2.2 Maintain and validate ante- and post-mortem data collection and recording procedures for the </w:t>
            </w:r>
            <w:r w:rsidR="001D67BD">
              <w:t>premises</w:t>
            </w:r>
          </w:p>
          <w:p w14:paraId="7A940350" w14:textId="1C7ED750" w:rsidR="001601E4" w:rsidRPr="001601E4" w:rsidRDefault="001601E4" w:rsidP="001601E4">
            <w:pPr>
              <w:pStyle w:val="SIText"/>
            </w:pPr>
            <w:r w:rsidRPr="001601E4">
              <w:t xml:space="preserve">2.3 Oversee and verify the collection and recording of animal health data according to </w:t>
            </w:r>
            <w:r w:rsidR="001D67BD">
              <w:t>premises</w:t>
            </w:r>
            <w:r w:rsidRPr="001601E4">
              <w:t xml:space="preserve"> requirements</w:t>
            </w:r>
          </w:p>
          <w:p w14:paraId="315774DF" w14:textId="1B501FBB" w:rsidR="001601E4" w:rsidRPr="001601E4" w:rsidRDefault="001601E4" w:rsidP="001601E4">
            <w:pPr>
              <w:pStyle w:val="SIText"/>
            </w:pPr>
            <w:r w:rsidRPr="001601E4">
              <w:t>2.4 Establish and implement the procedures for verifying the accuracy of the data collected</w:t>
            </w:r>
          </w:p>
        </w:tc>
      </w:tr>
      <w:tr w:rsidR="001601E4" w:rsidRPr="00963A46" w14:paraId="7640AD29" w14:textId="77777777" w:rsidTr="008F393C">
        <w:trPr>
          <w:cantSplit/>
        </w:trPr>
        <w:tc>
          <w:tcPr>
            <w:tcW w:w="1102" w:type="pct"/>
            <w:shd w:val="clear" w:color="auto" w:fill="auto"/>
          </w:tcPr>
          <w:p w14:paraId="31799ADB" w14:textId="417BF389" w:rsidR="001601E4" w:rsidRPr="001601E4" w:rsidRDefault="001601E4" w:rsidP="001601E4">
            <w:pPr>
              <w:pStyle w:val="SIText"/>
            </w:pPr>
            <w:r w:rsidRPr="001601E4">
              <w:lastRenderedPageBreak/>
              <w:t>3. Oversee the uploading of records to a database</w:t>
            </w:r>
          </w:p>
        </w:tc>
        <w:tc>
          <w:tcPr>
            <w:tcW w:w="3898" w:type="pct"/>
            <w:shd w:val="clear" w:color="auto" w:fill="auto"/>
          </w:tcPr>
          <w:p w14:paraId="2582AD6A" w14:textId="77777777" w:rsidR="001601E4" w:rsidRPr="001601E4" w:rsidRDefault="001601E4" w:rsidP="001601E4">
            <w:pPr>
              <w:pStyle w:val="SIText"/>
            </w:pPr>
            <w:r w:rsidRPr="001601E4">
              <w:t>3.1 Establish the fields to be recorded in the database</w:t>
            </w:r>
          </w:p>
          <w:p w14:paraId="2143786D" w14:textId="77777777" w:rsidR="001601E4" w:rsidRPr="001601E4" w:rsidRDefault="001601E4" w:rsidP="001601E4">
            <w:pPr>
              <w:pStyle w:val="SIText"/>
            </w:pPr>
            <w:r w:rsidRPr="001601E4">
              <w:t>3.2 List the sources of information to populate the database</w:t>
            </w:r>
          </w:p>
          <w:p w14:paraId="346FBAED" w14:textId="77777777" w:rsidR="001601E4" w:rsidRPr="001601E4" w:rsidRDefault="001601E4" w:rsidP="001601E4">
            <w:pPr>
              <w:pStyle w:val="SIText"/>
            </w:pPr>
            <w:r w:rsidRPr="001601E4">
              <w:t>3.3 Document the procedures for the uploading and verifying of the animal health data into the database</w:t>
            </w:r>
          </w:p>
          <w:p w14:paraId="42D8123E" w14:textId="3D62DAF5" w:rsidR="001601E4" w:rsidRPr="001601E4" w:rsidRDefault="001601E4" w:rsidP="001601E4">
            <w:pPr>
              <w:pStyle w:val="SIText"/>
            </w:pPr>
            <w:r w:rsidRPr="001601E4">
              <w:t>3.4 Check the uploading of animal health data to a database to ensure compliance with database requirements</w:t>
            </w:r>
          </w:p>
        </w:tc>
      </w:tr>
      <w:tr w:rsidR="001601E4" w:rsidRPr="00963A46" w14:paraId="4EF7D094" w14:textId="77777777" w:rsidTr="008F393C">
        <w:trPr>
          <w:cantSplit/>
        </w:trPr>
        <w:tc>
          <w:tcPr>
            <w:tcW w:w="1102" w:type="pct"/>
            <w:shd w:val="clear" w:color="auto" w:fill="auto"/>
          </w:tcPr>
          <w:p w14:paraId="005C1519" w14:textId="1476C013" w:rsidR="001601E4" w:rsidRPr="001601E4" w:rsidRDefault="001601E4" w:rsidP="001601E4">
            <w:pPr>
              <w:pStyle w:val="SIText"/>
            </w:pPr>
            <w:r w:rsidRPr="001601E4">
              <w:t>4. Monitor and analyse animal health data</w:t>
            </w:r>
          </w:p>
        </w:tc>
        <w:tc>
          <w:tcPr>
            <w:tcW w:w="3898" w:type="pct"/>
            <w:shd w:val="clear" w:color="auto" w:fill="auto"/>
          </w:tcPr>
          <w:p w14:paraId="2AB34EED" w14:textId="4916E95C" w:rsidR="001601E4" w:rsidRPr="001601E4" w:rsidRDefault="001601E4" w:rsidP="001601E4">
            <w:pPr>
              <w:pStyle w:val="SIText"/>
            </w:pPr>
            <w:r w:rsidRPr="001601E4">
              <w:t xml:space="preserve">4.1 Establish the purpose of monitoring animal health data at a </w:t>
            </w:r>
            <w:r w:rsidR="001D67BD">
              <w:t>premises</w:t>
            </w:r>
            <w:r w:rsidRPr="001601E4">
              <w:t xml:space="preserve"> and national level</w:t>
            </w:r>
          </w:p>
          <w:p w14:paraId="3BE7B283" w14:textId="0F034B56" w:rsidR="001601E4" w:rsidRPr="001601E4" w:rsidRDefault="001601E4" w:rsidP="001601E4">
            <w:pPr>
              <w:pStyle w:val="SIText"/>
            </w:pPr>
            <w:r w:rsidRPr="001601E4">
              <w:t xml:space="preserve">4.2 Monitor the animal health data relevant to the </w:t>
            </w:r>
            <w:r w:rsidR="001D67BD">
              <w:t>premises</w:t>
            </w:r>
            <w:r w:rsidRPr="001601E4">
              <w:t xml:space="preserve"> and individual producers with a view to improving the quality of incoming livestock</w:t>
            </w:r>
          </w:p>
          <w:p w14:paraId="42B83251" w14:textId="77777777" w:rsidR="001601E4" w:rsidRPr="001601E4" w:rsidRDefault="001601E4" w:rsidP="001601E4">
            <w:pPr>
              <w:pStyle w:val="SIText"/>
            </w:pPr>
            <w:r w:rsidRPr="001601E4">
              <w:t>4.3 Monitor the animal health data against individual Property Identification Codes, local government areas and methods of livestock purchase with a view to improving the quality of incoming livestock and informing livestock purchasing strategies</w:t>
            </w:r>
          </w:p>
          <w:p w14:paraId="2F6F2864" w14:textId="77777777" w:rsidR="001601E4" w:rsidRPr="001601E4" w:rsidRDefault="001601E4" w:rsidP="001601E4">
            <w:pPr>
              <w:pStyle w:val="SIText"/>
            </w:pPr>
            <w:r w:rsidRPr="001601E4">
              <w:t>4.4 Investigate anomalies in data to establish the cause and consult with relevant parties</w:t>
            </w:r>
          </w:p>
          <w:p w14:paraId="566D4B6F" w14:textId="0C6DDEB6" w:rsidR="001601E4" w:rsidRPr="001601E4" w:rsidRDefault="001601E4" w:rsidP="001601E4">
            <w:pPr>
              <w:pStyle w:val="SIText"/>
            </w:pPr>
            <w:r w:rsidRPr="001601E4">
              <w:t xml:space="preserve">4.5 Establish the relevant parameters for assessing animal health data including </w:t>
            </w:r>
            <w:r w:rsidR="001D67BD">
              <w:t>premises</w:t>
            </w:r>
            <w:r w:rsidRPr="001601E4">
              <w:t xml:space="preserve"> and supplier averages</w:t>
            </w:r>
          </w:p>
          <w:p w14:paraId="67A20DC9" w14:textId="39F3C9A0" w:rsidR="001601E4" w:rsidRPr="001601E4" w:rsidRDefault="001601E4" w:rsidP="001601E4">
            <w:pPr>
              <w:pStyle w:val="SIText"/>
            </w:pPr>
            <w:r w:rsidRPr="001601E4">
              <w:t>4.6 Estimate the impact of individual diseases and conditions on the processor</w:t>
            </w:r>
          </w:p>
        </w:tc>
      </w:tr>
      <w:tr w:rsidR="001601E4" w:rsidRPr="00963A46" w14:paraId="0B39DC2B" w14:textId="77777777" w:rsidTr="008F393C">
        <w:trPr>
          <w:cantSplit/>
        </w:trPr>
        <w:tc>
          <w:tcPr>
            <w:tcW w:w="1102" w:type="pct"/>
            <w:shd w:val="clear" w:color="auto" w:fill="auto"/>
          </w:tcPr>
          <w:p w14:paraId="4953730A" w14:textId="588AD2F8" w:rsidR="001601E4" w:rsidRPr="001601E4" w:rsidRDefault="001601E4" w:rsidP="001601E4">
            <w:pPr>
              <w:pStyle w:val="SIText"/>
            </w:pPr>
            <w:r w:rsidRPr="001601E4">
              <w:t>5. Report animal health data to relevant parties</w:t>
            </w:r>
          </w:p>
        </w:tc>
        <w:tc>
          <w:tcPr>
            <w:tcW w:w="3898" w:type="pct"/>
            <w:shd w:val="clear" w:color="auto" w:fill="auto"/>
          </w:tcPr>
          <w:p w14:paraId="60CC57BF" w14:textId="77777777" w:rsidR="001601E4" w:rsidRPr="001601E4" w:rsidRDefault="001601E4" w:rsidP="001601E4">
            <w:pPr>
              <w:pStyle w:val="SIText"/>
            </w:pPr>
            <w:r w:rsidRPr="001601E4">
              <w:t>5.1 Identify national standards for reporting animal health data</w:t>
            </w:r>
          </w:p>
          <w:p w14:paraId="1A4F2A8F" w14:textId="6E05B5FE" w:rsidR="001601E4" w:rsidRPr="001601E4" w:rsidRDefault="001601E4" w:rsidP="001601E4">
            <w:pPr>
              <w:pStyle w:val="SIText"/>
            </w:pPr>
            <w:r w:rsidRPr="001601E4">
              <w:t xml:space="preserve">5.2 Establish a format for the reporting of animal health data to relevant </w:t>
            </w:r>
            <w:r w:rsidR="001D67BD">
              <w:t>premises</w:t>
            </w:r>
            <w:r w:rsidRPr="001601E4">
              <w:t xml:space="preserve"> personnel, producers and other third parties</w:t>
            </w:r>
          </w:p>
          <w:p w14:paraId="6A206033" w14:textId="77777777" w:rsidR="001601E4" w:rsidRPr="001601E4" w:rsidRDefault="001601E4" w:rsidP="001601E4">
            <w:pPr>
              <w:pStyle w:val="SIText"/>
            </w:pPr>
            <w:r w:rsidRPr="001601E4">
              <w:t>5.3 Manage the reporting of animal health data to ensure reporting and data standards are complied with</w:t>
            </w:r>
          </w:p>
          <w:p w14:paraId="21711B87" w14:textId="771783D4" w:rsidR="001601E4" w:rsidRPr="001601E4" w:rsidRDefault="001601E4" w:rsidP="001601E4">
            <w:pPr>
              <w:pStyle w:val="SIText"/>
            </w:pPr>
            <w:r w:rsidRPr="001601E4">
              <w:t>5.4 Provide feedback to enquires from relevant individuals and parties</w:t>
            </w:r>
          </w:p>
        </w:tc>
      </w:tr>
    </w:tbl>
    <w:p w14:paraId="0B9107EB" w14:textId="77777777" w:rsidR="00F1480E" w:rsidRPr="00DD0726" w:rsidRDefault="00F1480E" w:rsidP="00D2072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0A31F60" w14:textId="77777777" w:rsidTr="00CA2922">
        <w:trPr>
          <w:tblHeader/>
        </w:trPr>
        <w:tc>
          <w:tcPr>
            <w:tcW w:w="5000" w:type="pct"/>
            <w:gridSpan w:val="2"/>
          </w:tcPr>
          <w:p w14:paraId="55E971A6" w14:textId="77777777" w:rsidR="00F1480E" w:rsidRPr="005404CB" w:rsidRDefault="00FD557D" w:rsidP="005404CB">
            <w:pPr>
              <w:pStyle w:val="SIHeading2"/>
            </w:pPr>
            <w:r w:rsidRPr="00041E59">
              <w:t>F</w:t>
            </w:r>
            <w:r w:rsidRPr="005404CB">
              <w:t>oundation Skills</w:t>
            </w:r>
          </w:p>
          <w:p w14:paraId="77B9DEBE"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36F3208" w14:textId="77777777" w:rsidTr="00CA2922">
        <w:trPr>
          <w:tblHeader/>
        </w:trPr>
        <w:tc>
          <w:tcPr>
            <w:tcW w:w="1396" w:type="pct"/>
          </w:tcPr>
          <w:p w14:paraId="7CF7858E"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3ECB9711"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960D2" w:rsidRPr="00336FCA" w:rsidDel="00423CB2" w14:paraId="72343A4F" w14:textId="77777777" w:rsidTr="00CA2922">
        <w:tc>
          <w:tcPr>
            <w:tcW w:w="1396" w:type="pct"/>
          </w:tcPr>
          <w:p w14:paraId="7BDF21FD" w14:textId="735CC30A" w:rsidR="00F960D2" w:rsidRPr="00F960D2" w:rsidRDefault="00F960D2" w:rsidP="00F960D2">
            <w:pPr>
              <w:pStyle w:val="SIText"/>
            </w:pPr>
            <w:r w:rsidRPr="00F960D2">
              <w:t>Reading</w:t>
            </w:r>
          </w:p>
        </w:tc>
        <w:tc>
          <w:tcPr>
            <w:tcW w:w="3604" w:type="pct"/>
          </w:tcPr>
          <w:p w14:paraId="262B9D09" w14:textId="5FC35907" w:rsidR="00F960D2" w:rsidRPr="00F960D2" w:rsidRDefault="00F960D2" w:rsidP="00F960D2">
            <w:pPr>
              <w:pStyle w:val="SIBulletList1"/>
            </w:pPr>
            <w:r w:rsidRPr="00F960D2">
              <w:t xml:space="preserve">Interprets and analyses </w:t>
            </w:r>
            <w:r w:rsidR="0020197D">
              <w:t>information</w:t>
            </w:r>
          </w:p>
        </w:tc>
      </w:tr>
      <w:tr w:rsidR="00F960D2" w:rsidRPr="00336FCA" w:rsidDel="00423CB2" w14:paraId="5021487B" w14:textId="77777777" w:rsidTr="00CA2922">
        <w:tc>
          <w:tcPr>
            <w:tcW w:w="1396" w:type="pct"/>
          </w:tcPr>
          <w:p w14:paraId="58ADD2F2" w14:textId="53A41645" w:rsidR="00F960D2" w:rsidRPr="00F960D2" w:rsidRDefault="00F960D2" w:rsidP="00F960D2">
            <w:pPr>
              <w:pStyle w:val="SIText"/>
            </w:pPr>
            <w:r w:rsidRPr="00F960D2">
              <w:t>Writing</w:t>
            </w:r>
          </w:p>
        </w:tc>
        <w:tc>
          <w:tcPr>
            <w:tcW w:w="3604" w:type="pct"/>
          </w:tcPr>
          <w:p w14:paraId="6C1A8305" w14:textId="1E0029C2" w:rsidR="00F960D2" w:rsidRPr="00F960D2" w:rsidRDefault="00F960D2" w:rsidP="00F960D2">
            <w:pPr>
              <w:pStyle w:val="SIBulletList1"/>
              <w:rPr>
                <w:rFonts w:eastAsia="Calibri"/>
              </w:rPr>
            </w:pPr>
            <w:r w:rsidRPr="00F960D2">
              <w:t>Produces reports using structure, format and language appropriate for purpose</w:t>
            </w:r>
          </w:p>
        </w:tc>
      </w:tr>
      <w:tr w:rsidR="00F960D2" w:rsidRPr="00336FCA" w:rsidDel="00423CB2" w14:paraId="4E187766" w14:textId="77777777" w:rsidTr="00CA2922">
        <w:tc>
          <w:tcPr>
            <w:tcW w:w="1396" w:type="pct"/>
          </w:tcPr>
          <w:p w14:paraId="27E685A7" w14:textId="70EFB993" w:rsidR="00F960D2" w:rsidRPr="00F960D2" w:rsidRDefault="00F960D2" w:rsidP="00F960D2">
            <w:pPr>
              <w:pStyle w:val="SIText"/>
            </w:pPr>
            <w:r w:rsidRPr="00F960D2">
              <w:t>Numeracy</w:t>
            </w:r>
          </w:p>
        </w:tc>
        <w:tc>
          <w:tcPr>
            <w:tcW w:w="3604" w:type="pct"/>
          </w:tcPr>
          <w:p w14:paraId="56607940" w14:textId="591F3332" w:rsidR="00F960D2" w:rsidRPr="00F960D2" w:rsidRDefault="00F960D2" w:rsidP="00F960D2">
            <w:pPr>
              <w:pStyle w:val="SIBulletList1"/>
              <w:rPr>
                <w:rFonts w:eastAsia="Calibri"/>
              </w:rPr>
            </w:pPr>
            <w:r w:rsidRPr="00F960D2">
              <w:t>Interprets numbers and statistics as part of collecting and reporting data</w:t>
            </w:r>
          </w:p>
        </w:tc>
      </w:tr>
    </w:tbl>
    <w:p w14:paraId="1BA95428" w14:textId="77777777" w:rsidR="00916CD7" w:rsidRDefault="00916CD7" w:rsidP="005F771F">
      <w:pPr>
        <w:pStyle w:val="SIText"/>
      </w:pPr>
    </w:p>
    <w:p w14:paraId="64F079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221F024" w14:textId="77777777" w:rsidTr="00F33FF2">
        <w:tc>
          <w:tcPr>
            <w:tcW w:w="5000" w:type="pct"/>
            <w:gridSpan w:val="4"/>
          </w:tcPr>
          <w:p w14:paraId="787E58CF" w14:textId="77777777" w:rsidR="00F1480E" w:rsidRPr="005404CB" w:rsidRDefault="00FD557D" w:rsidP="005404CB">
            <w:pPr>
              <w:pStyle w:val="SIHeading2"/>
            </w:pPr>
            <w:r w:rsidRPr="00923720">
              <w:t>U</w:t>
            </w:r>
            <w:r w:rsidRPr="005404CB">
              <w:t>nit Mapping Information</w:t>
            </w:r>
          </w:p>
        </w:tc>
      </w:tr>
      <w:tr w:rsidR="00F1480E" w14:paraId="4E7A9DA8" w14:textId="77777777" w:rsidTr="00F33FF2">
        <w:tc>
          <w:tcPr>
            <w:tcW w:w="1028" w:type="pct"/>
          </w:tcPr>
          <w:p w14:paraId="0B066122" w14:textId="77777777" w:rsidR="00F1480E" w:rsidRPr="005404CB" w:rsidRDefault="00F1480E" w:rsidP="005404CB">
            <w:pPr>
              <w:pStyle w:val="SIText-Bold"/>
            </w:pPr>
            <w:r w:rsidRPr="00923720">
              <w:t>Code and title current version</w:t>
            </w:r>
          </w:p>
        </w:tc>
        <w:tc>
          <w:tcPr>
            <w:tcW w:w="1105" w:type="pct"/>
          </w:tcPr>
          <w:p w14:paraId="0EC916D8" w14:textId="77777777" w:rsidR="00F1480E" w:rsidRPr="005404CB" w:rsidRDefault="008322BE" w:rsidP="005404CB">
            <w:pPr>
              <w:pStyle w:val="SIText-Bold"/>
            </w:pPr>
            <w:r>
              <w:t xml:space="preserve">Code and title previous </w:t>
            </w:r>
            <w:r w:rsidR="00F1480E" w:rsidRPr="005404CB">
              <w:t>version</w:t>
            </w:r>
          </w:p>
        </w:tc>
        <w:tc>
          <w:tcPr>
            <w:tcW w:w="1251" w:type="pct"/>
          </w:tcPr>
          <w:p w14:paraId="537E0681" w14:textId="77777777" w:rsidR="00F1480E" w:rsidRPr="005404CB" w:rsidRDefault="00F1480E" w:rsidP="005404CB">
            <w:pPr>
              <w:pStyle w:val="SIText-Bold"/>
            </w:pPr>
            <w:r w:rsidRPr="00923720">
              <w:t>Comments</w:t>
            </w:r>
          </w:p>
        </w:tc>
        <w:tc>
          <w:tcPr>
            <w:tcW w:w="1616" w:type="pct"/>
          </w:tcPr>
          <w:p w14:paraId="24CC58E2" w14:textId="77777777" w:rsidR="00F1480E" w:rsidRPr="005404CB" w:rsidRDefault="00F1480E" w:rsidP="005404CB">
            <w:pPr>
              <w:pStyle w:val="SIText-Bold"/>
            </w:pPr>
            <w:r w:rsidRPr="00923720">
              <w:t>Equivalence status</w:t>
            </w:r>
          </w:p>
        </w:tc>
      </w:tr>
      <w:tr w:rsidR="00F960D2" w14:paraId="181920A6" w14:textId="77777777" w:rsidTr="00F33FF2">
        <w:tc>
          <w:tcPr>
            <w:tcW w:w="1028" w:type="pct"/>
          </w:tcPr>
          <w:p w14:paraId="50FF21C7" w14:textId="7E2EAB37" w:rsidR="00F960D2" w:rsidRPr="00F960D2" w:rsidRDefault="0020197D" w:rsidP="00F960D2">
            <w:pPr>
              <w:pStyle w:val="SIText"/>
            </w:pPr>
            <w:r w:rsidRPr="00F960D2">
              <w:t>AMP</w:t>
            </w:r>
            <w:r w:rsidR="00D20725">
              <w:t>QU</w:t>
            </w:r>
            <w:r w:rsidRPr="00F960D2">
              <w:t>A4</w:t>
            </w:r>
            <w:r w:rsidR="00D20725">
              <w:t>X</w:t>
            </w:r>
            <w:r w:rsidRPr="00F960D2">
              <w:t>1</w:t>
            </w:r>
            <w:r w:rsidR="00D20725">
              <w:t xml:space="preserve">0 </w:t>
            </w:r>
            <w:r w:rsidRPr="00F960D2">
              <w:t xml:space="preserve">Manage the collection, monitoring and </w:t>
            </w:r>
            <w:r w:rsidR="00443F14">
              <w:t>interpretation</w:t>
            </w:r>
            <w:r w:rsidR="00443F14" w:rsidRPr="00443F14">
              <w:t xml:space="preserve"> </w:t>
            </w:r>
            <w:r w:rsidRPr="00F960D2">
              <w:t xml:space="preserve">of animal health data from a meat processing </w:t>
            </w:r>
            <w:r w:rsidR="001D67BD">
              <w:t>premises</w:t>
            </w:r>
          </w:p>
        </w:tc>
        <w:tc>
          <w:tcPr>
            <w:tcW w:w="1105" w:type="pct"/>
          </w:tcPr>
          <w:p w14:paraId="66BFB0C6" w14:textId="35B7C09A" w:rsidR="00F960D2" w:rsidRPr="00F960D2" w:rsidRDefault="0020197D" w:rsidP="00F960D2">
            <w:pPr>
              <w:pStyle w:val="SIText"/>
            </w:pPr>
            <w:r w:rsidRPr="00F960D2">
              <w:t xml:space="preserve">AMPA414 Manage the collection, monitoring and reporting of animal health data from a meat processing </w:t>
            </w:r>
            <w:r w:rsidR="001D67BD">
              <w:t>plant</w:t>
            </w:r>
          </w:p>
        </w:tc>
        <w:tc>
          <w:tcPr>
            <w:tcW w:w="1251" w:type="pct"/>
          </w:tcPr>
          <w:p w14:paraId="037FDFDE" w14:textId="6564A624" w:rsidR="00F960D2" w:rsidRDefault="0020197D" w:rsidP="00F960D2">
            <w:pPr>
              <w:pStyle w:val="SIText"/>
            </w:pPr>
            <w:r>
              <w:t xml:space="preserve">Unit sector code </w:t>
            </w:r>
            <w:r w:rsidR="001D67BD">
              <w:t xml:space="preserve">and titles </w:t>
            </w:r>
            <w:r>
              <w:t>updated</w:t>
            </w:r>
          </w:p>
          <w:p w14:paraId="631E6255" w14:textId="614696E2" w:rsidR="0020197D" w:rsidRPr="00F960D2" w:rsidRDefault="0020197D" w:rsidP="00F960D2">
            <w:pPr>
              <w:pStyle w:val="SIText"/>
            </w:pPr>
            <w:r>
              <w:t>Assessment Requirements clarified</w:t>
            </w:r>
          </w:p>
        </w:tc>
        <w:tc>
          <w:tcPr>
            <w:tcW w:w="1616" w:type="pct"/>
          </w:tcPr>
          <w:p w14:paraId="5B8F00A8" w14:textId="1440DF23" w:rsidR="00F960D2" w:rsidRPr="00F960D2" w:rsidRDefault="0020197D" w:rsidP="00F960D2">
            <w:pPr>
              <w:pStyle w:val="SIText"/>
            </w:pPr>
            <w:r>
              <w:t>Equivalent</w:t>
            </w:r>
          </w:p>
        </w:tc>
      </w:tr>
    </w:tbl>
    <w:p w14:paraId="17063E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18EFD46" w14:textId="77777777" w:rsidTr="00CA2922">
        <w:tc>
          <w:tcPr>
            <w:tcW w:w="1396" w:type="pct"/>
            <w:shd w:val="clear" w:color="auto" w:fill="auto"/>
          </w:tcPr>
          <w:p w14:paraId="658CDF5A" w14:textId="77777777" w:rsidR="00F1480E" w:rsidRPr="005404CB" w:rsidRDefault="00FD557D" w:rsidP="005404CB">
            <w:pPr>
              <w:pStyle w:val="SIHeading2"/>
            </w:pPr>
            <w:r w:rsidRPr="00CC451E">
              <w:t>L</w:t>
            </w:r>
            <w:r w:rsidRPr="005404CB">
              <w:t>inks</w:t>
            </w:r>
          </w:p>
        </w:tc>
        <w:tc>
          <w:tcPr>
            <w:tcW w:w="3604" w:type="pct"/>
            <w:shd w:val="clear" w:color="auto" w:fill="auto"/>
          </w:tcPr>
          <w:p w14:paraId="68615BB5"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7A080AB0" w14:textId="4034338D" w:rsidR="00F1480E" w:rsidRPr="005404CB" w:rsidRDefault="00443F14" w:rsidP="005404CB">
            <w:pPr>
              <w:pStyle w:val="SIText"/>
            </w:pPr>
            <w:hyperlink r:id="rId11" w:history="1">
              <w:r w:rsidR="00AC2696" w:rsidRPr="00AC2696">
                <w:t>https://vetnet.gov.au/Pages/TrainingDocs.aspx?q=5e2e56b7-698f-4822-84bb-25adbb8443a7</w:t>
              </w:r>
            </w:hyperlink>
          </w:p>
        </w:tc>
      </w:tr>
    </w:tbl>
    <w:p w14:paraId="059719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161227" w14:textId="77777777" w:rsidTr="00113678">
        <w:trPr>
          <w:tblHeader/>
        </w:trPr>
        <w:tc>
          <w:tcPr>
            <w:tcW w:w="1478" w:type="pct"/>
            <w:shd w:val="clear" w:color="auto" w:fill="auto"/>
          </w:tcPr>
          <w:p w14:paraId="317CDCE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1E337B83" w14:textId="317E8CE1" w:rsidR="00556C4C" w:rsidRPr="005404CB" w:rsidRDefault="00556C4C" w:rsidP="00D20725">
            <w:pPr>
              <w:pStyle w:val="SIUnittitle"/>
            </w:pPr>
            <w:r w:rsidRPr="00F56827">
              <w:t xml:space="preserve">Assessment requirements for </w:t>
            </w:r>
            <w:r w:rsidR="0032789C" w:rsidRPr="00D20725">
              <w:rPr>
                <w:rStyle w:val="SITemporaryText-green"/>
                <w:color w:val="auto"/>
              </w:rPr>
              <w:t>AMP</w:t>
            </w:r>
            <w:r w:rsidR="00D20725" w:rsidRPr="00D20725">
              <w:rPr>
                <w:rStyle w:val="SITemporaryText-green"/>
                <w:color w:val="auto"/>
              </w:rPr>
              <w:t>QU</w:t>
            </w:r>
            <w:r w:rsidR="0032789C" w:rsidRPr="00D20725">
              <w:rPr>
                <w:rStyle w:val="SITemporaryText-green"/>
                <w:color w:val="auto"/>
              </w:rPr>
              <w:t>A4</w:t>
            </w:r>
            <w:r w:rsidR="00D20725" w:rsidRPr="00D20725">
              <w:rPr>
                <w:rStyle w:val="SITemporaryText-green"/>
                <w:color w:val="auto"/>
              </w:rPr>
              <w:t>X10</w:t>
            </w:r>
            <w:r w:rsidR="0032789C" w:rsidRPr="0020197D">
              <w:rPr>
                <w:rStyle w:val="SITemporaryText-green"/>
              </w:rPr>
              <w:t xml:space="preserve"> </w:t>
            </w:r>
            <w:r w:rsidR="0032789C" w:rsidRPr="0032789C">
              <w:t xml:space="preserve">Manage the collection, monitoring and </w:t>
            </w:r>
            <w:r w:rsidR="00443F14">
              <w:t>interpretation</w:t>
            </w:r>
            <w:r w:rsidR="00443F14" w:rsidRPr="00443F14">
              <w:t xml:space="preserve"> </w:t>
            </w:r>
            <w:r w:rsidR="0032789C" w:rsidRPr="0032789C">
              <w:t xml:space="preserve">of animal health data from a meat processing </w:t>
            </w:r>
            <w:r w:rsidR="001D67BD">
              <w:t>premises</w:t>
            </w:r>
          </w:p>
        </w:tc>
      </w:tr>
      <w:tr w:rsidR="00556C4C" w:rsidRPr="00A55106" w14:paraId="79830EAA" w14:textId="77777777" w:rsidTr="00113678">
        <w:trPr>
          <w:tblHeader/>
        </w:trPr>
        <w:tc>
          <w:tcPr>
            <w:tcW w:w="5000" w:type="pct"/>
            <w:gridSpan w:val="2"/>
            <w:shd w:val="clear" w:color="auto" w:fill="auto"/>
          </w:tcPr>
          <w:p w14:paraId="41C33989" w14:textId="77777777" w:rsidR="00556C4C" w:rsidRPr="005404CB" w:rsidRDefault="00D71E43" w:rsidP="005404CB">
            <w:pPr>
              <w:pStyle w:val="SIHeading2"/>
            </w:pPr>
            <w:r>
              <w:t>Performance E</w:t>
            </w:r>
            <w:r w:rsidRPr="005404CB">
              <w:t>vidence</w:t>
            </w:r>
          </w:p>
        </w:tc>
      </w:tr>
      <w:tr w:rsidR="00556C4C" w:rsidRPr="00067E1C" w14:paraId="6EAB2947" w14:textId="77777777" w:rsidTr="00113678">
        <w:tc>
          <w:tcPr>
            <w:tcW w:w="5000" w:type="pct"/>
            <w:gridSpan w:val="2"/>
            <w:shd w:val="clear" w:color="auto" w:fill="auto"/>
          </w:tcPr>
          <w:p w14:paraId="7B311E17" w14:textId="58A26E37" w:rsidR="0020197D" w:rsidRDefault="00AC2696" w:rsidP="00AC2696">
            <w:pPr>
              <w:pStyle w:val="SIText"/>
            </w:pPr>
            <w:r w:rsidRPr="00AC2696">
              <w:t>An individual demonstrating competency must satisfy all of the elements and performance criteria in this unit.</w:t>
            </w:r>
          </w:p>
          <w:p w14:paraId="4073668D" w14:textId="77777777" w:rsidR="0020197D" w:rsidRDefault="0020197D" w:rsidP="00AC2696">
            <w:pPr>
              <w:pStyle w:val="SIText"/>
            </w:pPr>
          </w:p>
          <w:p w14:paraId="73B12A28" w14:textId="512CB3D8" w:rsidR="001D67BD" w:rsidRPr="005404CB" w:rsidRDefault="00AC2696" w:rsidP="00D20725">
            <w:pPr>
              <w:pStyle w:val="SIText"/>
            </w:pPr>
            <w:r w:rsidRPr="00AC2696">
              <w:t>There must be evidence that the individual has</w:t>
            </w:r>
            <w:r w:rsidR="0020197D">
              <w:t xml:space="preserve"> managed the collection, </w:t>
            </w:r>
            <w:proofErr w:type="gramStart"/>
            <w:r w:rsidR="0020197D">
              <w:t>monitoring</w:t>
            </w:r>
            <w:proofErr w:type="gramEnd"/>
            <w:r w:rsidR="0020197D">
              <w:t xml:space="preserve"> and reporting of animal health data from a meat processing </w:t>
            </w:r>
            <w:r w:rsidR="001D67BD">
              <w:t>premises</w:t>
            </w:r>
            <w:r w:rsidR="0020197D">
              <w:t xml:space="preserve"> on at least one occasion. </w:t>
            </w:r>
          </w:p>
        </w:tc>
      </w:tr>
    </w:tbl>
    <w:p w14:paraId="375B869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94E0375" w14:textId="77777777" w:rsidTr="00CA2922">
        <w:trPr>
          <w:tblHeader/>
        </w:trPr>
        <w:tc>
          <w:tcPr>
            <w:tcW w:w="5000" w:type="pct"/>
            <w:shd w:val="clear" w:color="auto" w:fill="auto"/>
          </w:tcPr>
          <w:p w14:paraId="4D477485" w14:textId="77777777" w:rsidR="00F1480E" w:rsidRPr="005404CB" w:rsidRDefault="00D71E43" w:rsidP="005404CB">
            <w:pPr>
              <w:pStyle w:val="SIHeading2"/>
            </w:pPr>
            <w:r w:rsidRPr="002C55E9">
              <w:t>K</w:t>
            </w:r>
            <w:r w:rsidRPr="005404CB">
              <w:t>nowledge Evidence</w:t>
            </w:r>
          </w:p>
        </w:tc>
      </w:tr>
      <w:tr w:rsidR="00F1480E" w:rsidRPr="00067E1C" w14:paraId="3B4D0830" w14:textId="77777777" w:rsidTr="00CA2922">
        <w:tc>
          <w:tcPr>
            <w:tcW w:w="5000" w:type="pct"/>
            <w:shd w:val="clear" w:color="auto" w:fill="auto"/>
          </w:tcPr>
          <w:p w14:paraId="4D24301F" w14:textId="77777777" w:rsidR="00AC2696" w:rsidRPr="00AC2696" w:rsidRDefault="00AC2696" w:rsidP="00AC2696">
            <w:pPr>
              <w:pStyle w:val="SIText"/>
            </w:pPr>
            <w:r w:rsidRPr="00AC2696">
              <w:t>An individual must be able to demonstrate the knowledge required to perform the tasks outlined in the elements and performance criteria of this unit. This includes knowledge of:</w:t>
            </w:r>
          </w:p>
          <w:p w14:paraId="0056E76D" w14:textId="3AFC3F4F" w:rsidR="00AC2696" w:rsidRPr="00AC2696" w:rsidRDefault="00AC2696" w:rsidP="00AC2696">
            <w:pPr>
              <w:pStyle w:val="SIBulletList1"/>
            </w:pPr>
            <w:r w:rsidRPr="00AC2696">
              <w:t xml:space="preserve">the common diseases and conditions that are to be recorded relevant to the species and </w:t>
            </w:r>
            <w:r w:rsidR="001D67BD">
              <w:t>premises</w:t>
            </w:r>
          </w:p>
          <w:p w14:paraId="20F8E76A" w14:textId="77777777" w:rsidR="00AC2696" w:rsidRPr="00AC2696" w:rsidRDefault="00AC2696" w:rsidP="00AC2696">
            <w:pPr>
              <w:pStyle w:val="SIBulletList1"/>
            </w:pPr>
            <w:r w:rsidRPr="00AC2696">
              <w:t>the signs of the relevant endemic diseases and conditions to be recorded at ante- and post-mortem</w:t>
            </w:r>
          </w:p>
          <w:p w14:paraId="07D2846F" w14:textId="77777777" w:rsidR="00AC2696" w:rsidRPr="00AC2696" w:rsidRDefault="00AC2696" w:rsidP="00AC2696">
            <w:pPr>
              <w:pStyle w:val="SIBulletList1"/>
            </w:pPr>
            <w:r w:rsidRPr="00AC2696">
              <w:t>the costs associated with common endemic animal diseases and conditions (to be recorded) for processors and producers through condemns and partial condemns</w:t>
            </w:r>
          </w:p>
          <w:p w14:paraId="322F5DA8" w14:textId="77777777" w:rsidR="00AC2696" w:rsidRPr="00AC2696" w:rsidRDefault="00AC2696" w:rsidP="00AC2696">
            <w:pPr>
              <w:pStyle w:val="SIBulletList1"/>
            </w:pPr>
            <w:r w:rsidRPr="00AC2696">
              <w:t>the source for advice on the ways the incidence of these diseases and conditions can be reduced</w:t>
            </w:r>
          </w:p>
          <w:p w14:paraId="5E28CCDF" w14:textId="7A158B5E" w:rsidR="00AC2696" w:rsidRPr="00AC2696" w:rsidRDefault="00AC2696" w:rsidP="00AC2696">
            <w:pPr>
              <w:pStyle w:val="SIBulletList1"/>
            </w:pPr>
            <w:r w:rsidRPr="00AC2696">
              <w:t xml:space="preserve">the ante- and post-mortem data collection and recording procedures for the </w:t>
            </w:r>
            <w:r w:rsidR="001D67BD">
              <w:t>premises</w:t>
            </w:r>
          </w:p>
          <w:p w14:paraId="5E4874DB" w14:textId="77777777" w:rsidR="00AC2696" w:rsidRPr="00AC2696" w:rsidRDefault="00AC2696" w:rsidP="00AC2696">
            <w:pPr>
              <w:pStyle w:val="SIBulletList1"/>
            </w:pPr>
            <w:r w:rsidRPr="00AC2696">
              <w:t>the procedures for verification of the accuracy of the data collected</w:t>
            </w:r>
          </w:p>
          <w:p w14:paraId="1CB7DA57" w14:textId="77777777" w:rsidR="00AC2696" w:rsidRPr="00AC2696" w:rsidRDefault="00AC2696" w:rsidP="00AC2696">
            <w:pPr>
              <w:pStyle w:val="SIBulletList1"/>
            </w:pPr>
            <w:r w:rsidRPr="00AC2696">
              <w:t>the fields in the database</w:t>
            </w:r>
          </w:p>
          <w:p w14:paraId="543FFAD8" w14:textId="77777777" w:rsidR="00AC2696" w:rsidRPr="00AC2696" w:rsidRDefault="00AC2696" w:rsidP="00AC2696">
            <w:pPr>
              <w:pStyle w:val="SIBulletList1"/>
            </w:pPr>
            <w:r w:rsidRPr="00AC2696">
              <w:t>how data are uploaded to a database</w:t>
            </w:r>
          </w:p>
          <w:p w14:paraId="358715FF" w14:textId="77777777" w:rsidR="00AC2696" w:rsidRPr="00AC2696" w:rsidRDefault="00AC2696" w:rsidP="00AC2696">
            <w:pPr>
              <w:pStyle w:val="SIBulletList1"/>
            </w:pPr>
            <w:r w:rsidRPr="00AC2696">
              <w:t>the nature of abnormalities in data that require investigation to establish the cause and potential impact on producers and processors</w:t>
            </w:r>
          </w:p>
          <w:p w14:paraId="1A63B633" w14:textId="77777777" w:rsidR="00AC2696" w:rsidRPr="00AC2696" w:rsidRDefault="00AC2696" w:rsidP="00AC2696">
            <w:pPr>
              <w:pStyle w:val="SIBulletList1"/>
            </w:pPr>
            <w:r w:rsidRPr="00AC2696">
              <w:t>how to format animal health data reports to address the needs of the range of parties receiving the data</w:t>
            </w:r>
          </w:p>
          <w:p w14:paraId="13583DF1" w14:textId="1FEAEAB0" w:rsidR="00F1480E" w:rsidRPr="005404CB" w:rsidRDefault="00AC2696" w:rsidP="00AC2696">
            <w:pPr>
              <w:pStyle w:val="SIBulletList1"/>
            </w:pPr>
            <w:r w:rsidRPr="00AC2696">
              <w:t>how to ensure control of privacy relating to data collected for individual livestock owners.</w:t>
            </w:r>
          </w:p>
        </w:tc>
      </w:tr>
    </w:tbl>
    <w:p w14:paraId="153FF7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1FCC0E" w14:textId="77777777" w:rsidTr="00CA2922">
        <w:trPr>
          <w:tblHeader/>
        </w:trPr>
        <w:tc>
          <w:tcPr>
            <w:tcW w:w="5000" w:type="pct"/>
            <w:shd w:val="clear" w:color="auto" w:fill="auto"/>
          </w:tcPr>
          <w:p w14:paraId="521134B4" w14:textId="77777777" w:rsidR="00F1480E" w:rsidRPr="005404CB" w:rsidRDefault="00D71E43" w:rsidP="005404CB">
            <w:pPr>
              <w:pStyle w:val="SIHeading2"/>
            </w:pPr>
            <w:r w:rsidRPr="002C55E9">
              <w:t>A</w:t>
            </w:r>
            <w:r w:rsidRPr="005404CB">
              <w:t>ssessment Conditions</w:t>
            </w:r>
          </w:p>
        </w:tc>
      </w:tr>
      <w:tr w:rsidR="00F1480E" w:rsidRPr="00A55106" w14:paraId="2C880741" w14:textId="77777777" w:rsidTr="00CA2922">
        <w:tc>
          <w:tcPr>
            <w:tcW w:w="5000" w:type="pct"/>
            <w:shd w:val="clear" w:color="auto" w:fill="auto"/>
          </w:tcPr>
          <w:p w14:paraId="3613B443" w14:textId="77777777" w:rsidR="0020197D" w:rsidRPr="0020197D" w:rsidRDefault="0020197D" w:rsidP="0020197D">
            <w:pPr>
              <w:pStyle w:val="SIText"/>
            </w:pPr>
            <w:r w:rsidRPr="00B01D19">
              <w:t xml:space="preserve">Assessment of the skills in </w:t>
            </w:r>
            <w:r w:rsidRPr="0020197D">
              <w:t>this unit of competency must take place under the following conditions:</w:t>
            </w:r>
          </w:p>
          <w:p w14:paraId="2CF742A3" w14:textId="77777777" w:rsidR="0020197D" w:rsidRPr="0020197D" w:rsidRDefault="0020197D" w:rsidP="0020197D">
            <w:pPr>
              <w:pStyle w:val="SIBulletList1"/>
            </w:pPr>
            <w:r w:rsidRPr="00B01D19">
              <w:t>physical conditions:</w:t>
            </w:r>
          </w:p>
          <w:p w14:paraId="24C427F4" w14:textId="77777777" w:rsidR="0020197D" w:rsidRPr="0020197D" w:rsidRDefault="0020197D" w:rsidP="0020197D">
            <w:pPr>
              <w:pStyle w:val="SIBulletList2"/>
            </w:pPr>
            <w:r w:rsidRPr="00EF2C4B">
              <w:t xml:space="preserve">skills must be demonstrated </w:t>
            </w:r>
            <w:r w:rsidRPr="0020197D">
              <w:t>in a meat processing workplace or an environment that accurately represents workplace conditions</w:t>
            </w:r>
          </w:p>
          <w:p w14:paraId="7A76CB38" w14:textId="77777777" w:rsidR="00D90EF8" w:rsidRPr="00D90EF8" w:rsidRDefault="00D90EF8" w:rsidP="009705B2">
            <w:pPr>
              <w:pStyle w:val="SIBulletList1"/>
            </w:pPr>
            <w:r w:rsidRPr="00D90EF8">
              <w:t>resources, equipment and materials:</w:t>
            </w:r>
          </w:p>
          <w:p w14:paraId="3A5F1F47" w14:textId="5DF89CF5" w:rsidR="00D90EF8" w:rsidRPr="00D90EF8" w:rsidRDefault="0020197D" w:rsidP="009705B2">
            <w:pPr>
              <w:pStyle w:val="SIBulletList2"/>
            </w:pPr>
            <w:r>
              <w:t>animal health data</w:t>
            </w:r>
          </w:p>
          <w:p w14:paraId="6E3FAB0D" w14:textId="77777777" w:rsidR="00D90EF8" w:rsidRPr="00D90EF8" w:rsidRDefault="00D90EF8" w:rsidP="009705B2">
            <w:pPr>
              <w:pStyle w:val="SIBulletList2"/>
            </w:pPr>
            <w:r w:rsidRPr="00D90EF8">
              <w:t>working database and record keeping system</w:t>
            </w:r>
          </w:p>
          <w:p w14:paraId="1B91FDC6" w14:textId="77777777" w:rsidR="00D90EF8" w:rsidRPr="00D90EF8" w:rsidRDefault="00D90EF8" w:rsidP="009705B2">
            <w:pPr>
              <w:pStyle w:val="SIBulletList1"/>
            </w:pPr>
            <w:r w:rsidRPr="00D90EF8">
              <w:t>specifications:</w:t>
            </w:r>
          </w:p>
          <w:p w14:paraId="4AC145B5" w14:textId="77777777" w:rsidR="00D90EF8" w:rsidRPr="00D90EF8" w:rsidRDefault="00D90EF8" w:rsidP="009705B2">
            <w:pPr>
              <w:pStyle w:val="SIBulletList2"/>
            </w:pPr>
            <w:r w:rsidRPr="00D90EF8">
              <w:t>use of specific workplace documents such as policies, procedures, processes and forms</w:t>
            </w:r>
          </w:p>
          <w:p w14:paraId="739C141B" w14:textId="77777777" w:rsidR="00D90EF8" w:rsidRPr="00D90EF8" w:rsidRDefault="00D90EF8" w:rsidP="009705B2">
            <w:pPr>
              <w:pStyle w:val="SIBulletList2"/>
            </w:pPr>
            <w:r w:rsidRPr="00D90EF8">
              <w:t>access to specific legislation/codes of practice</w:t>
            </w:r>
          </w:p>
          <w:p w14:paraId="63819E68" w14:textId="77777777" w:rsidR="00D90EF8" w:rsidRPr="00D90EF8" w:rsidRDefault="00D90EF8" w:rsidP="009705B2">
            <w:pPr>
              <w:pStyle w:val="SIBulletList1"/>
            </w:pPr>
            <w:r w:rsidRPr="00D90EF8">
              <w:t>relationships:</w:t>
            </w:r>
          </w:p>
          <w:p w14:paraId="7EA6DA30" w14:textId="77777777" w:rsidR="00D90EF8" w:rsidRPr="00D90EF8" w:rsidRDefault="00D90EF8" w:rsidP="009705B2">
            <w:pPr>
              <w:pStyle w:val="SIBulletList2"/>
            </w:pPr>
            <w:r w:rsidRPr="00D90EF8">
              <w:t>clients and stakeholders</w:t>
            </w:r>
          </w:p>
          <w:p w14:paraId="620D5E8B" w14:textId="77777777" w:rsidR="00D90EF8" w:rsidRPr="00D90EF8" w:rsidRDefault="00D90EF8" w:rsidP="009705B2">
            <w:pPr>
              <w:pStyle w:val="SIBulletList2"/>
            </w:pPr>
            <w:r w:rsidRPr="00D90EF8">
              <w:t>team members.</w:t>
            </w:r>
          </w:p>
          <w:p w14:paraId="30CCD2E2" w14:textId="77777777" w:rsidR="009705B2" w:rsidRDefault="009705B2" w:rsidP="00D90EF8">
            <w:pPr>
              <w:pStyle w:val="SIText"/>
            </w:pPr>
          </w:p>
          <w:p w14:paraId="6600173A" w14:textId="3512E44B" w:rsidR="00F1480E" w:rsidRPr="00D90EF8" w:rsidRDefault="00D90EF8" w:rsidP="00D90EF8">
            <w:pPr>
              <w:pStyle w:val="SIText"/>
            </w:pPr>
            <w:r w:rsidRPr="00D90EF8">
              <w:t>Assessors of this unit must satisfy the requirements for assessors in applicable vocational education and training legislation, frameworks and/or standards.</w:t>
            </w:r>
          </w:p>
        </w:tc>
      </w:tr>
    </w:tbl>
    <w:p w14:paraId="798B13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7B00ADD" w14:textId="77777777" w:rsidTr="004679E3">
        <w:tc>
          <w:tcPr>
            <w:tcW w:w="990" w:type="pct"/>
            <w:shd w:val="clear" w:color="auto" w:fill="auto"/>
          </w:tcPr>
          <w:p w14:paraId="67822729" w14:textId="77777777" w:rsidR="00F1480E" w:rsidRPr="005404CB" w:rsidRDefault="00D71E43" w:rsidP="005404CB">
            <w:pPr>
              <w:pStyle w:val="SIHeading2"/>
            </w:pPr>
            <w:r w:rsidRPr="002C55E9">
              <w:t>L</w:t>
            </w:r>
            <w:r w:rsidRPr="005404CB">
              <w:t>inks</w:t>
            </w:r>
          </w:p>
        </w:tc>
        <w:tc>
          <w:tcPr>
            <w:tcW w:w="4010" w:type="pct"/>
            <w:shd w:val="clear" w:color="auto" w:fill="auto"/>
          </w:tcPr>
          <w:p w14:paraId="07252B89"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3803DFDE" w14:textId="098D3F86" w:rsidR="00F1480E" w:rsidRPr="005404CB" w:rsidRDefault="00443F14" w:rsidP="005404CB">
            <w:pPr>
              <w:pStyle w:val="SIText"/>
            </w:pPr>
            <w:hyperlink r:id="rId12" w:history="1">
              <w:r w:rsidR="00A87076" w:rsidRPr="00A87076">
                <w:t>https://vetnet.gov.au/Pages/TrainingDocs.aspx?q=5e2e56b7-698f-4822-84bb-25adbb8443a7</w:t>
              </w:r>
            </w:hyperlink>
          </w:p>
        </w:tc>
      </w:tr>
    </w:tbl>
    <w:p w14:paraId="079D712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BACF4" w14:textId="77777777" w:rsidR="0024521D" w:rsidRDefault="0024521D" w:rsidP="00BF3F0A">
      <w:r>
        <w:separator/>
      </w:r>
    </w:p>
    <w:p w14:paraId="4EE6C5CF" w14:textId="77777777" w:rsidR="0024521D" w:rsidRDefault="0024521D"/>
  </w:endnote>
  <w:endnote w:type="continuationSeparator" w:id="0">
    <w:p w14:paraId="4E20FA1E" w14:textId="77777777" w:rsidR="0024521D" w:rsidRDefault="0024521D" w:rsidP="00BF3F0A">
      <w:r>
        <w:continuationSeparator/>
      </w:r>
    </w:p>
    <w:p w14:paraId="62283B98" w14:textId="77777777" w:rsidR="0024521D" w:rsidRDefault="002452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00A4AD5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89B7465"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0ECD159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4A19B" w14:textId="77777777" w:rsidR="0024521D" w:rsidRDefault="0024521D" w:rsidP="00BF3F0A">
      <w:r>
        <w:separator/>
      </w:r>
    </w:p>
    <w:p w14:paraId="77189D82" w14:textId="77777777" w:rsidR="0024521D" w:rsidRDefault="0024521D"/>
  </w:footnote>
  <w:footnote w:type="continuationSeparator" w:id="0">
    <w:p w14:paraId="1803D1BF" w14:textId="77777777" w:rsidR="0024521D" w:rsidRDefault="0024521D" w:rsidP="00BF3F0A">
      <w:r>
        <w:continuationSeparator/>
      </w:r>
    </w:p>
    <w:p w14:paraId="659252AB" w14:textId="77777777" w:rsidR="0024521D" w:rsidRDefault="002452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AFB27" w14:textId="0C651E82" w:rsidR="009C2650" w:rsidRPr="0032789C" w:rsidRDefault="00443F14" w:rsidP="0032789C">
    <w:sdt>
      <w:sdtPr>
        <w:rPr>
          <w:lang w:eastAsia="en-US"/>
        </w:rPr>
        <w:id w:val="227193707"/>
        <w:docPartObj>
          <w:docPartGallery w:val="Watermarks"/>
          <w:docPartUnique/>
        </w:docPartObj>
      </w:sdtPr>
      <w:sdtEndPr/>
      <w:sdtContent>
        <w:r>
          <w:rPr>
            <w:lang w:eastAsia="en-US"/>
          </w:rPr>
          <w:pict w14:anchorId="496474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2789C" w:rsidRPr="0032789C">
      <w:rPr>
        <w:lang w:eastAsia="en-US"/>
      </w:rPr>
      <w:t>AMP</w:t>
    </w:r>
    <w:r w:rsidR="00D20725">
      <w:t>QU</w:t>
    </w:r>
    <w:r w:rsidR="0032789C" w:rsidRPr="0032789C">
      <w:rPr>
        <w:lang w:eastAsia="en-US"/>
      </w:rPr>
      <w:t>A4</w:t>
    </w:r>
    <w:r w:rsidR="00D20725">
      <w:t>X10</w:t>
    </w:r>
    <w:r w:rsidR="0032789C" w:rsidRPr="0032789C">
      <w:rPr>
        <w:lang w:eastAsia="en-US"/>
      </w:rPr>
      <w:t xml:space="preserve"> Manage the collection, monitoring and </w:t>
    </w:r>
    <w:r w:rsidR="00745F84">
      <w:t>interpretation</w:t>
    </w:r>
    <w:r w:rsidR="0032789C" w:rsidRPr="0032789C">
      <w:rPr>
        <w:lang w:eastAsia="en-US"/>
      </w:rPr>
      <w:t xml:space="preserve"> of animal health data from a meat processing </w:t>
    </w:r>
    <w:r w:rsidR="001D67BD" w:rsidRPr="0032789C">
      <w:rPr>
        <w:lang w:eastAsia="en-US"/>
      </w:rPr>
      <w:t>p</w:t>
    </w:r>
    <w:r w:rsidR="001D67BD">
      <w:t>remises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0C7C6D"/>
    <w:multiLevelType w:val="multilevel"/>
    <w:tmpl w:val="762E4D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6A164D4"/>
    <w:multiLevelType w:val="multilevel"/>
    <w:tmpl w:val="B43875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B246AC"/>
    <w:multiLevelType w:val="multilevel"/>
    <w:tmpl w:val="0AE8BD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CA25F7A"/>
    <w:multiLevelType w:val="multilevel"/>
    <w:tmpl w:val="3DD221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6D1A69"/>
    <w:multiLevelType w:val="multilevel"/>
    <w:tmpl w:val="E2E059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4472A0E"/>
    <w:multiLevelType w:val="multilevel"/>
    <w:tmpl w:val="377CFC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6F67E6"/>
    <w:multiLevelType w:val="multilevel"/>
    <w:tmpl w:val="57F6F9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66E7461"/>
    <w:multiLevelType w:val="multilevel"/>
    <w:tmpl w:val="08503B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583E20"/>
    <w:multiLevelType w:val="multilevel"/>
    <w:tmpl w:val="477264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1B0E9D"/>
    <w:multiLevelType w:val="multilevel"/>
    <w:tmpl w:val="9DF428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A7672AD"/>
    <w:multiLevelType w:val="multilevel"/>
    <w:tmpl w:val="520E57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4"/>
  </w:num>
  <w:num w:numId="4">
    <w:abstractNumId w:val="24"/>
  </w:num>
  <w:num w:numId="5">
    <w:abstractNumId w:val="1"/>
  </w:num>
  <w:num w:numId="6">
    <w:abstractNumId w:val="10"/>
  </w:num>
  <w:num w:numId="7">
    <w:abstractNumId w:val="2"/>
  </w:num>
  <w:num w:numId="8">
    <w:abstractNumId w:val="0"/>
  </w:num>
  <w:num w:numId="9">
    <w:abstractNumId w:val="23"/>
  </w:num>
  <w:num w:numId="10">
    <w:abstractNumId w:val="14"/>
  </w:num>
  <w:num w:numId="11">
    <w:abstractNumId w:val="21"/>
  </w:num>
  <w:num w:numId="12">
    <w:abstractNumId w:val="17"/>
  </w:num>
  <w:num w:numId="13">
    <w:abstractNumId w:val="25"/>
  </w:num>
  <w:num w:numId="14">
    <w:abstractNumId w:val="5"/>
  </w:num>
  <w:num w:numId="15">
    <w:abstractNumId w:val="6"/>
  </w:num>
  <w:num w:numId="16">
    <w:abstractNumId w:val="26"/>
  </w:num>
  <w:num w:numId="17">
    <w:abstractNumId w:val="20"/>
  </w:num>
  <w:num w:numId="18">
    <w:abstractNumId w:val="15"/>
  </w:num>
  <w:num w:numId="19">
    <w:abstractNumId w:val="12"/>
  </w:num>
  <w:num w:numId="20">
    <w:abstractNumId w:val="16"/>
  </w:num>
  <w:num w:numId="21">
    <w:abstractNumId w:val="22"/>
  </w:num>
  <w:num w:numId="22">
    <w:abstractNumId w:val="18"/>
  </w:num>
  <w:num w:numId="23">
    <w:abstractNumId w:val="3"/>
  </w:num>
  <w:num w:numId="24">
    <w:abstractNumId w:val="13"/>
  </w:num>
  <w:num w:numId="25">
    <w:abstractNumId w:val="19"/>
  </w:num>
  <w:num w:numId="26">
    <w:abstractNumId w:val="9"/>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A5A"/>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01E4"/>
    <w:rsid w:val="00176E4F"/>
    <w:rsid w:val="0018546B"/>
    <w:rsid w:val="001A6A3E"/>
    <w:rsid w:val="001A7B6D"/>
    <w:rsid w:val="001B34D5"/>
    <w:rsid w:val="001B513A"/>
    <w:rsid w:val="001C0A75"/>
    <w:rsid w:val="001C1306"/>
    <w:rsid w:val="001D30EB"/>
    <w:rsid w:val="001D5C1B"/>
    <w:rsid w:val="001D67BD"/>
    <w:rsid w:val="001D7F5B"/>
    <w:rsid w:val="001E0849"/>
    <w:rsid w:val="001E16BC"/>
    <w:rsid w:val="001E16DF"/>
    <w:rsid w:val="001F2BA5"/>
    <w:rsid w:val="001F308D"/>
    <w:rsid w:val="0020197D"/>
    <w:rsid w:val="00201A7C"/>
    <w:rsid w:val="0021210E"/>
    <w:rsid w:val="0021414D"/>
    <w:rsid w:val="00216410"/>
    <w:rsid w:val="00223124"/>
    <w:rsid w:val="00233143"/>
    <w:rsid w:val="00234444"/>
    <w:rsid w:val="00242293"/>
    <w:rsid w:val="00244EA7"/>
    <w:rsid w:val="0024521D"/>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2789C"/>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3F14"/>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4FD"/>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75D"/>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5F84"/>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8F393C"/>
    <w:rsid w:val="00916CD7"/>
    <w:rsid w:val="00920927"/>
    <w:rsid w:val="00921B38"/>
    <w:rsid w:val="00923720"/>
    <w:rsid w:val="009278C9"/>
    <w:rsid w:val="00932CD7"/>
    <w:rsid w:val="00944C09"/>
    <w:rsid w:val="009527CB"/>
    <w:rsid w:val="00953835"/>
    <w:rsid w:val="00960F6C"/>
    <w:rsid w:val="009705B2"/>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076"/>
    <w:rsid w:val="00A87356"/>
    <w:rsid w:val="00A92DD1"/>
    <w:rsid w:val="00AA5338"/>
    <w:rsid w:val="00AA5D02"/>
    <w:rsid w:val="00AB1B8E"/>
    <w:rsid w:val="00AB3EC1"/>
    <w:rsid w:val="00AB46DE"/>
    <w:rsid w:val="00AC0696"/>
    <w:rsid w:val="00AC2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725"/>
    <w:rsid w:val="00D20C57"/>
    <w:rsid w:val="00D25D16"/>
    <w:rsid w:val="00D2786A"/>
    <w:rsid w:val="00D32124"/>
    <w:rsid w:val="00D34A5A"/>
    <w:rsid w:val="00D54C76"/>
    <w:rsid w:val="00D632BB"/>
    <w:rsid w:val="00D71E43"/>
    <w:rsid w:val="00D727F3"/>
    <w:rsid w:val="00D73695"/>
    <w:rsid w:val="00D810DE"/>
    <w:rsid w:val="00D87D32"/>
    <w:rsid w:val="00D90EF8"/>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53232"/>
    <w:rsid w:val="00E6166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960D2"/>
    <w:rsid w:val="00FB232E"/>
    <w:rsid w:val="00FC04E4"/>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0F3A6"/>
  <w15:docId w15:val="{BF10730B-EBC4-4640-94AB-165C9C05A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AC2696"/>
    <w:rPr>
      <w:color w:val="605E5C"/>
      <w:shd w:val="clear" w:color="auto" w:fill="E1DFDD"/>
    </w:rPr>
  </w:style>
  <w:style w:type="paragraph" w:styleId="Revision">
    <w:name w:val="Revision"/>
    <w:hidden/>
    <w:uiPriority w:val="99"/>
    <w:semiHidden/>
    <w:rsid w:val="001D67BD"/>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4120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23381365">
      <w:bodyDiv w:val="1"/>
      <w:marLeft w:val="0"/>
      <w:marRight w:val="0"/>
      <w:marTop w:val="0"/>
      <w:marBottom w:val="0"/>
      <w:divBdr>
        <w:top w:val="none" w:sz="0" w:space="0" w:color="auto"/>
        <w:left w:val="none" w:sz="0" w:space="0" w:color="auto"/>
        <w:bottom w:val="none" w:sz="0" w:space="0" w:color="auto"/>
        <w:right w:val="none" w:sz="0" w:space="0" w:color="auto"/>
      </w:divBdr>
    </w:div>
    <w:div w:id="67653887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6519289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BA673885FE09B4BAD443EA4226D5DD1" ma:contentTypeVersion="" ma:contentTypeDescription="Create a new document." ma:contentTypeScope="" ma:versionID="0628dcde545c0ae5ae150ad5a84e9cb0">
  <xsd:schema xmlns:xsd="http://www.w3.org/2001/XMLSchema" xmlns:xs="http://www.w3.org/2001/XMLSchema" xmlns:p="http://schemas.microsoft.com/office/2006/metadata/properties" xmlns:ns2="3c625ec5-f4fe-4e46-a051-7a1a1cbc9aa7" targetNamespace="http://schemas.microsoft.com/office/2006/metadata/properties" ma:root="true" ma:fieldsID="21f48c3018b2cc5687f26cc79926956d" ns2:_="">
    <xsd:import namespace="3c625ec5-f4fe-4e46-a051-7a1a1cbc9aa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625ec5-f4fe-4e46-a051-7a1a1cbc9a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51F40499-2B5D-481E-8AB1-3DE057CB4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625ec5-f4fe-4e46-a051-7a1a1cbc9a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www.w3.org/XML/1998/namespace"/>
    <ds:schemaRef ds:uri="http://purl.org/dc/terms/"/>
    <ds:schemaRef ds:uri="http://purl.org/dc/dcmitype/"/>
    <ds:schemaRef ds:uri="3c625ec5-f4fe-4e46-a051-7a1a1cbc9aa7"/>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46</TotalTime>
  <Pages>3</Pages>
  <Words>1207</Words>
  <Characters>6882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22</cp:revision>
  <cp:lastPrinted>2016-05-27T05:21:00Z</cp:lastPrinted>
  <dcterms:created xsi:type="dcterms:W3CDTF">2021-09-02T01:24:00Z</dcterms:created>
  <dcterms:modified xsi:type="dcterms:W3CDTF">2022-02-16T02:24:00Z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0x0101006BA673885FE09B4BAD443EA4226D5DD1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y fmtid="{D5CDD505-2E9C-101B-9397-08002B2CF9AE}" pid="29" name="Assigned to0">
    <vt:lpwstr/>
  </property>
</Properties>
</file>